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p w:rsidR="00F2770A" w:rsidRDefault="00D34FCE" w:rsidP="00F2770A">
            <w:pPr>
              <w:pStyle w:val="Hjrespalte-Overskrift"/>
            </w:pPr>
            <w:bookmarkStart w:id="0" w:name="_GoBack"/>
            <w:bookmarkEnd w:id="0"/>
            <w:r>
              <w:t>Høringsliste</w:t>
            </w:r>
          </w:p>
          <w:p w:rsidR="00F2770A" w:rsidRDefault="00F2770A" w:rsidP="00F2770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2-24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D34FCE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24. februar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1" w:name="sagsnr"/>
            <w:bookmarkEnd w:id="1"/>
            <w:r w:rsidR="00D34FCE">
              <w:t>13-0578850</w:t>
            </w:r>
          </w:p>
          <w:p w:rsidR="00DF0E45" w:rsidRDefault="00DF0E45" w:rsidP="00DF0E45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1B23A591BDC942628314277C707902E2"/>
              </w:placeholder>
              <w:comboBox>
                <w:listItem w:value="Vælg et element."/>
                <w:listItem w:displayText="Chefrådgiver" w:value="Chefrådgiver"/>
                <w:listItem w:displayText="Presse- og kommunikationssekretariatet" w:value="Presse- og kommunikationssekretariatet"/>
                <w:listItem w:displayText="Minister- og ledelsessekretariatet" w:value="Minister- og ledelsessekretariatet"/>
                <w:listItem w:displayText="Person og Pension" w:value="Person og Pension"/>
                <w:listItem w:displayText="Selskab, Aktionær og Erhverv" w:value="Selskab, Aktionær og Erhverv"/>
                <w:listItem w:displayText="Moms, Afgifter og Told" w:value="Moms, Afgifter og Told"/>
                <w:listItem w:displayText="Proces og Administration" w:value="Proces og Administration"/>
                <w:listItem w:displayText="Miljø, Energi og Motor" w:value="Miljø, Energi og Motor"/>
                <w:listItem w:displayText="Økonomi og Politik" w:value="Økonomi og Politik"/>
                <w:listItem w:displayText="Økonomi og Styring" w:value="Økonomi og Styring"/>
                <w:listItem w:displayText="Forretning og Udvikling" w:value="Forretning og Udvikling"/>
              </w:comboBox>
            </w:sdtPr>
            <w:sdtEndPr>
              <w:rPr>
                <w:rStyle w:val="Standardskrifttypeiafsnit"/>
              </w:rPr>
            </w:sdtEndPr>
            <w:sdtContent>
              <w:p w:rsidR="00DF0E45" w:rsidRPr="00BC24ED" w:rsidRDefault="00D34FCE" w:rsidP="00BC24ED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Person- og Pension</w:t>
                </w:r>
              </w:p>
            </w:sdtContent>
          </w:sdt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084832">
        <w:trPr>
          <w:trHeight w:val="988"/>
        </w:trPr>
        <w:tc>
          <w:tcPr>
            <w:tcW w:w="7655" w:type="dxa"/>
            <w:vAlign w:val="bottom"/>
          </w:tcPr>
          <w:p w:rsidR="00AD0C8A" w:rsidRDefault="00D34FCE" w:rsidP="00AD0C8A">
            <w:pPr>
              <w:pStyle w:val="Overskrift1"/>
              <w:outlineLvl w:val="0"/>
            </w:pPr>
            <w:r>
              <w:t>Høringsliste</w:t>
            </w:r>
          </w:p>
        </w:tc>
      </w:tr>
    </w:tbl>
    <w:p w:rsidR="00466136" w:rsidRDefault="00084832" w:rsidP="00655B49">
      <w:r>
        <w:t>Udkast til lovf</w:t>
      </w:r>
      <w:r w:rsidR="00D34FCE">
        <w:t xml:space="preserve">orslag om </w:t>
      </w:r>
      <w:r>
        <w:t xml:space="preserve">lovfæstelse </w:t>
      </w:r>
      <w:r w:rsidR="00D34FCE">
        <w:t xml:space="preserve">af </w:t>
      </w:r>
      <w:r>
        <w:t xml:space="preserve">ændret anvendelse af </w:t>
      </w:r>
      <w:r w:rsidR="00D34FCE">
        <w:t>op</w:t>
      </w:r>
      <w:r>
        <w:t xml:space="preserve">tjeningsprincippet </w:t>
      </w:r>
    </w:p>
    <w:tbl>
      <w:tblPr>
        <w:tblW w:w="6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</w:tblGrid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D34FCE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Cs w:val="22"/>
                <w:lang w:eastAsia="da-DK"/>
              </w:rPr>
            </w:pP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Akademikernes Centralorganisation</w:t>
            </w:r>
          </w:p>
        </w:tc>
      </w:tr>
      <w:tr w:rsidR="00D34FCE" w:rsidRPr="004471D1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da-DK"/>
              </w:rPr>
              <w:t xml:space="preserve">Danish </w:t>
            </w: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da-DK"/>
              </w:rPr>
              <w:t>Ventur</w:t>
            </w:r>
            <w:proofErr w:type="spellEnd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da-DK"/>
              </w:rPr>
              <w:t xml:space="preserve"> Capital and Private Equity Association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Advokatrådet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Aerådet</w:t>
            </w:r>
            <w:proofErr w:type="spellEnd"/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AmChamDenmark</w:t>
            </w:r>
            <w:proofErr w:type="spellEnd"/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ATP – Udbetaling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Beskæftigelsesministeriet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Business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Ministeriet for Børn og Undervisning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4471D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Børsmæg</w:t>
            </w:r>
            <w:r w:rsidR="00447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erfor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en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4471D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Centralfore</w:t>
            </w:r>
            <w:r w:rsidR="00447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n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ingen af Taxiforeninger i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Centralorganisationen Søfart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CEPOS - Center for Politiske Studier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Cevea</w:t>
            </w:r>
            <w:proofErr w:type="spellEnd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 - Centrum -venstre Akademiet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Automobilforhandler 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Naturfredningsforening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Rederiforening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skibskreditfond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Aktionærforening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4471D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Arbejdsgiverforening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831BB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Bilforhandler Union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Byggeri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Ejendomsmæglerforening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Erhverv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Gartneri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4471D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Dansk </w:t>
            </w:r>
            <w:r w:rsidR="004471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G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olf Union - Lykke Johansen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IT v. direktør Tony Franke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Iværksætterforening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Journalistforbund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Kunstnerråd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Landbrugsrådgivning v/Morten Homann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Taxiråd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Told &amp; Skatteforbund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Transport og Logistik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Advokater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Biludlejere</w:t>
            </w:r>
          </w:p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lastRenderedPageBreak/>
              <w:t>Danske Regioner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lastRenderedPageBreak/>
              <w:t>Danske Ejendomsprojektudbyderes Branc</w:t>
            </w:r>
            <w:r w:rsidR="00F01A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h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Datatilsynet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Den Danske Bilbranche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Den Danske Dommerforening v/Jørgen </w:t>
            </w: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Lougart</w:t>
            </w:r>
            <w:proofErr w:type="spellEnd"/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Den Danske Fondsmæglerforening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Den Danske Landinspektørforening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Den Danske Skatteborgerforening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Det Økologiske 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DI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Dommerfuldmægtigforening </w:t>
            </w: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v</w:t>
            </w:r>
            <w:proofErr w:type="gram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.Lasse</w:t>
            </w:r>
            <w:proofErr w:type="spellEnd"/>
            <w:proofErr w:type="gramEnd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 Bødker Nielsen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Domstolsstyrelsen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Ejendomsforeningen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Erhvervs- og Selskabsstyrelsen - Center for Kvalitet i Erhvervsregulering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Erhvervs- og Vækstministeriet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FDM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Finans og Leasing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Finansforbundet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Finansministeriet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Finansrådet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Finanstilsynet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Foreningen af Firmapensionskasser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F01A1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</w:t>
            </w:r>
            <w:r w:rsidR="00F01A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OA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Forsikring og Pension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Forsvarsministeriet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Forvaltningshøjskolen </w:t>
            </w: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att:Ole</w:t>
            </w:r>
            <w:proofErr w:type="spellEnd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 Aagesen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FSR - danske revisorer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F01A1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Funktionær og Tjenestemandsforening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Grundejernes Landsorganisation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HK-Kommunal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HK-Privat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Horesta</w:t>
            </w:r>
            <w:proofErr w:type="spellEnd"/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Håndværksrådet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Ingeniørforeningen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InvesteringsForeningsRådet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Isobro</w:t>
            </w:r>
            <w:proofErr w:type="spellEnd"/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IT-Branchen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Justitsministeriet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Kirkeministeriet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Klima- Energi- og Bygningsministeriet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Knud Maegaard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Kommunernes Landsforening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lastRenderedPageBreak/>
              <w:t>Kommunernes Revision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Kulturministeriet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Københavns Fondsbørs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Landbrug og Fødevarer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Videncenter</w:t>
            </w:r>
            <w:proofErr w:type="spellEnd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 for landbrug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Landsorganisationen i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Landsskatteretten 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Ledernes Hovedorganisation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Lønmodtagernes Dyrtidsfond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Miljøministeriet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F84E9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Ministeriet for 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y, 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olig og 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anddistrikter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Ministeriet for Forskning, Innovation og Videregående Uddannelser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Ministeriet for Fødevarer, Landbrug og Fiskeri</w:t>
            </w:r>
          </w:p>
        </w:tc>
      </w:tr>
      <w:tr w:rsidR="00D34FCE" w:rsidRPr="00D34FCE" w:rsidTr="00F84E9A">
        <w:trPr>
          <w:trHeight w:val="246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Ministeriet for Sundhed og Forebyggelse 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Nationalbanken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Niels Peter Skrubbeltrang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Parcelhusejernes Landsorganisation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Realkreditrådet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Rederiforeningen af 1895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Rederiforeningen for Mindre Skibe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Regioner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Retssikkerhedschef Margrethe Nørgaard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Retssikkerhedssekretariatet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Skat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F84E9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Skatterevisorfor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ningen </w:t>
            </w:r>
            <w:proofErr w:type="spellStart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att</w:t>
            </w:r>
            <w:proofErr w:type="spellEnd"/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: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 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Jesper Kiholm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Social- og Integrationsministeriet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Statsministeriet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Sundhedskartellet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Transportministeriet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Udenrigsministeriet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Ældresagen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Økonomi- og Indenrigsministeriet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Økonomistyrelsen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Ålborg Portland</w:t>
            </w:r>
          </w:p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Adoption og Samfund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Ankestyrelsen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Arbejdsmarkedsstyrelsen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Børne- og kulturchefforeningen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Børnerådet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Børnesagens Fællesråd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Børne- og kulturchefforeningen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Evalueringsinstitut</w:t>
            </w:r>
          </w:p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Frie Fagforening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lastRenderedPageBreak/>
              <w:t>Danmarks Lærerforening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Skolelederforening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Danmarks Vejlederforening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F01A16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Flygtninge</w:t>
            </w:r>
            <w:r w:rsidR="00D34FCE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hjælp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Friskoleforening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F01A16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Soci</w:t>
            </w:r>
            <w:r w:rsidR="00F01A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a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lrådgiverforening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 Teknisk Lærerforbund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Erhvervsskoler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Handicaporganisationer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Produktionsskolers Lærerforening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Skoleelever (DSE)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07182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Skoleleder</w:t>
            </w:r>
            <w:r w:rsidR="00071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 Fællesrepræsentation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Universiteter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Danske Undervisningsorganisationers Samråd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 Samvirkende Invalideorganisationer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Det Centrale Handicapråd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Det Kriminalpræventive 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Det Sociale Nævn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Dokumentations- og Rådgivningscenter om Racediskrimination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Efterskoleforening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Efterskolernes Lærerforening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Finanssektorens Arbejdsgiverforening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Forbundet for pædagoger og klubfolk (BUBL)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Foreningen af 10. klasseskoler i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Foreningen af Danske Skatteankenævn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F84E9A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Foreningen af Socialchefer i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Forstanderkredsen for Produktionsskoler</w:t>
            </w:r>
          </w:p>
        </w:tc>
      </w:tr>
      <w:tr w:rsidR="00D34FCE" w:rsidRPr="00D34FCE" w:rsidTr="00F84E9A">
        <w:trPr>
          <w:trHeight w:val="352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Forældreorganisationen Skole og Samfund</w:t>
            </w:r>
          </w:p>
        </w:tc>
      </w:tr>
      <w:tr w:rsidR="00F84E9A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4E9A" w:rsidRPr="00831BBA" w:rsidRDefault="00F84E9A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Frie funktionærer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Frie Grundskolers Fællesråd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Frie grundskolers Lærerforening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FTF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Fællesrådet for Foreninger for Uddannelses- og Erhvervsvejledningen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It-universitet</w:t>
            </w:r>
          </w:p>
          <w:p w:rsidR="00D34FCE" w:rsidRPr="00831BBA" w:rsidRDefault="00D34FCE" w:rsidP="00071828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 xml:space="preserve">KTO </w:t>
            </w:r>
            <w:r w:rsidR="00071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- K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ommunale Tjenestemænd og Overenskomstansatte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Kristelig Arbejdsgiverforening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Kristelig Fagforening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Landsforeningen af Opholdssteder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Landsforeningen af Ungdomsskoleledere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Landsstyret i Grønland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Lejernes Landsorganisation i Danmark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Produktionsskoleforeningen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lastRenderedPageBreak/>
              <w:t>Rektorkollegiet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Rigsombud</w:t>
            </w:r>
            <w:r w:rsidR="00F84E9A"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d</w:t>
            </w: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et på Færøerne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Rigsrevisionen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Rådet for de grundlæggende erhvervsrettede uddannelser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Rådet for Etniske Minoriteter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Rådet for Social Udsatte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Sammenslutningen af Landbrugets Arbejdsgiverforening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Skolernes fællesrepræsentation - Skolelederforeningen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SU Styrelsen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Ungdommens Uddannelsesvejledning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Ungdomsboligrådet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Ældreboligrådet</w:t>
            </w:r>
          </w:p>
        </w:tc>
      </w:tr>
      <w:tr w:rsidR="00D34FCE" w:rsidRPr="00D34FCE" w:rsidTr="00D34FCE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FCE" w:rsidRPr="00831BBA" w:rsidRDefault="00D34FCE" w:rsidP="00D34FCE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</w:pPr>
            <w:r w:rsidRPr="00831B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da-DK"/>
              </w:rPr>
              <w:t>Ældremobiliseringen</w:t>
            </w:r>
          </w:p>
        </w:tc>
      </w:tr>
    </w:tbl>
    <w:p w:rsidR="00503680" w:rsidRDefault="00503680" w:rsidP="00801F34"/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01" w:rsidRDefault="007E4501" w:rsidP="009E4B94">
      <w:pPr>
        <w:spacing w:line="240" w:lineRule="auto"/>
      </w:pPr>
      <w:r>
        <w:separator/>
      </w:r>
    </w:p>
  </w:endnote>
  <w:endnote w:type="continuationSeparator" w:id="0">
    <w:p w:rsidR="007E4501" w:rsidRDefault="007E450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0F2D46">
                            <w:rPr>
                              <w:rStyle w:val="Sidetal"/>
                              <w:noProof/>
                            </w:rPr>
                            <w:t>5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0F2D46">
                            <w:rPr>
                              <w:rStyle w:val="Sidetal"/>
                              <w:noProof/>
                            </w:rPr>
                            <w:t>5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0F2D46">
                      <w:rPr>
                        <w:rStyle w:val="Sidetal"/>
                        <w:noProof/>
                      </w:rPr>
                      <w:t>5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0F2D46">
                      <w:rPr>
                        <w:rStyle w:val="Sidetal"/>
                        <w:noProof/>
                      </w:rPr>
                      <w:t>5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01" w:rsidRDefault="007E4501" w:rsidP="009E4B94">
      <w:pPr>
        <w:spacing w:line="240" w:lineRule="auto"/>
      </w:pPr>
      <w:r>
        <w:separator/>
      </w:r>
    </w:p>
  </w:footnote>
  <w:footnote w:type="continuationSeparator" w:id="0">
    <w:p w:rsidR="007E4501" w:rsidRDefault="007E450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587B"/>
    <w:rsid w:val="0002656E"/>
    <w:rsid w:val="00030F87"/>
    <w:rsid w:val="000423FF"/>
    <w:rsid w:val="00045E50"/>
    <w:rsid w:val="00062109"/>
    <w:rsid w:val="00071828"/>
    <w:rsid w:val="00081169"/>
    <w:rsid w:val="00084832"/>
    <w:rsid w:val="00094ABD"/>
    <w:rsid w:val="000A42E7"/>
    <w:rsid w:val="000B2946"/>
    <w:rsid w:val="000C4289"/>
    <w:rsid w:val="000C6781"/>
    <w:rsid w:val="000F2D46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946D0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471D1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96D31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7E4501"/>
    <w:rsid w:val="00801F34"/>
    <w:rsid w:val="00824115"/>
    <w:rsid w:val="00831BBA"/>
    <w:rsid w:val="008531FB"/>
    <w:rsid w:val="00864D45"/>
    <w:rsid w:val="008662D3"/>
    <w:rsid w:val="00892D08"/>
    <w:rsid w:val="00893791"/>
    <w:rsid w:val="008B5B59"/>
    <w:rsid w:val="008D000A"/>
    <w:rsid w:val="008D2509"/>
    <w:rsid w:val="008D32D7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4FC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1A16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84E9A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23A591BDC942628314277C707902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0EEC39-16ED-4B9F-BD36-370B9E080D1A}"/>
      </w:docPartPr>
      <w:docPartBody>
        <w:p w:rsidR="00F15299" w:rsidRDefault="005B3929">
          <w:pPr>
            <w:pStyle w:val="1B23A591BDC942628314277C707902E2"/>
          </w:pPr>
          <w:r w:rsidRPr="00BC06A9">
            <w:rPr>
              <w:rStyle w:val="Pladsholdertekst"/>
            </w:rPr>
            <w:t>Klik og vælg kontor</w:t>
          </w:r>
        </w:p>
      </w:docPartBody>
    </w:docPart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B75AC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7B45C3"/>
    <w:rsid w:val="00B75AC4"/>
    <w:rsid w:val="00D94032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Grundskabelon.dotm</Template>
  <TotalTime>0</TotalTime>
  <Pages>5</Pages>
  <Words>712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2014-02-24T17:02:00Z</dcterms:created>
  <dcterms:modified xsi:type="dcterms:W3CDTF">2014-02-24T17:02:00Z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(DOK36342385) (DOK36344982)</vt:lpwstr>
  </property>
  <property fmtid="{D5CDD505-2E9C-101B-9397-08002B2CF9AE}" pid="4" name="path">
    <vt:lpwstr>C:\Users\w17685\AppData\Local\Temp\Scanjour\Captia\SJ20140224140948847 [DOK36344982].DOCX</vt:lpwstr>
  </property>
  <property fmtid="{D5CDD505-2E9C-101B-9397-08002B2CF9AE}" pid="5" name="command">
    <vt:lpwstr/>
  </property>
</Properties>
</file>